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720" w:firstLineChars="200"/>
        <w:jc w:val="center"/>
        <w:textAlignment w:val="auto"/>
        <w:rPr>
          <w:rFonts w:hint="eastAsia" w:ascii="黑体" w:hAnsi="黑体" w:eastAsia="黑体" w:cstheme="majorBidi"/>
          <w:bCs/>
          <w:sz w:val="36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黑体" w:hAnsi="黑体" w:eastAsia="黑体" w:cstheme="majorBidi"/>
          <w:bCs/>
          <w:sz w:val="36"/>
          <w:szCs w:val="32"/>
          <w:lang w:val="en-US" w:eastAsia="zh-CN" w:bidi="ar-SA"/>
        </w:rPr>
        <w:t>农村房产转让合同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textAlignment w:val="auto"/>
        <w:rPr>
          <w:rFonts w:hint="eastAsia"/>
        </w:rPr>
      </w:pPr>
      <w:r>
        <w:rPr>
          <w:rFonts w:hint="eastAsia"/>
        </w:rPr>
        <w:t>甲方：____县____农村信用合作社。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乙方：____________________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textAlignment w:val="auto"/>
        <w:rPr>
          <w:rFonts w:hint="eastAsia"/>
        </w:rPr>
      </w:pPr>
      <w:r>
        <w:rPr>
          <w:rFonts w:hint="eastAsia"/>
        </w:rPr>
        <w:t>住所地：____县____镇____村。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textAlignment w:val="auto"/>
        <w:rPr>
          <w:rFonts w:hint="eastAsia"/>
        </w:rPr>
      </w:pPr>
      <w:r>
        <w:rPr>
          <w:rFonts w:hint="eastAsia"/>
        </w:rPr>
        <w:t>法定代表人：____，职务：主任。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textAlignment w:val="auto"/>
        <w:rPr>
          <w:rFonts w:hint="eastAsia"/>
        </w:rPr>
      </w:pPr>
      <w:r>
        <w:rPr>
          <w:rFonts w:hint="eastAsia"/>
        </w:rPr>
        <w:t>为加大抵债资产处置变现力度，甲乙双方就抵债房屋转让事宜，经过充分协商，达成如下协议：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根据人民法院执字(____)第号民事裁定书，甲方依法取得原属所有的位于____县的房屋一处，共____层</w:t>
      </w:r>
      <w:r>
        <w:rPr>
          <w:rFonts w:hint="eastAsia"/>
          <w:lang w:eastAsia="zh-CN"/>
        </w:rPr>
        <w:t>，</w:t>
      </w:r>
      <w:r>
        <w:rPr>
          <w:rFonts w:hint="eastAsia"/>
        </w:rPr>
        <w:t>每层____间，共计____间。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为尽快处置变现抵债资产，甲方将上述抵债房屋转让给乙方。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转让财产的范围，以人民法院执字(____)第号民事裁定书所列财产为准。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转让价格为人民币____________元(大写________________元整)。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转让价款，乙方在________年____月____日前，以现金形式支付给甲方;甲方收到转让价款后，向乙方出具收款收据。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甲方在收到乙方缴纳价款后____日内，将转让房屋交付乙方使用。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甲方交付转让房屋时，应同时向乙方交付人民法院执字(____)第号民事裁定书和甲方获得的抵债房屋的产权登记证件及附属资料。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转让房屋由乙方负责办理过户手续，所支出的税款、行政事业收费和服务性收费，均由乙方承担。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乙方办理转让房屋过户手续时，甲方应当积极协助，提供便利。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因抵债房屋产权发生纠纷致使乙方无法办理过户手续的，由甲方负责处理并承担相应法律责任。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乙方超过约定期限支付价款的，应按照未支付价款金额的20%向甲方支付违约金。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甲方超过约定期限向乙方交付房屋的，应按照收取价款金额的20%向甲方支付违约金。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本协议履行期间，任何一方未经对方书面同意，不得擅自变更或者解除本协议。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本合同未尽事宜，由双方协商予以补充，补充协议作为本合同的组成部分。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如因本协议履行发生纠纷，由甲乙双方协商予以解决，协商不成或者不愿协商的，任何一方均可向甲方住所地人民法院提起诉讼。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本合同自双方当事人签字盖章之日起生效。</w:t>
      </w:r>
    </w:p>
    <w:p>
      <w:pPr>
        <w:pStyle w:val="19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firstLine="420" w:firstLineChars="200"/>
        <w:textAlignment w:val="auto"/>
        <w:rPr>
          <w:rFonts w:hint="eastAsia"/>
        </w:rPr>
      </w:pPr>
      <w:r>
        <w:rPr>
          <w:rFonts w:hint="eastAsia"/>
        </w:rPr>
        <w:t>本合同一式三份，甲乙双方各持一份，报甲方主管部门xx县农村信用联社备案一份，各份具有同等法律效力。</w:t>
      </w:r>
    </w:p>
    <w:p>
      <w:pPr>
        <w:pStyle w:val="2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both"/>
        <w:textAlignment w:val="auto"/>
        <w:outlineLvl w:val="1"/>
        <w:rPr>
          <w:rFonts w:hint="eastAsia"/>
        </w:rPr>
      </w:pPr>
    </w:p>
    <w:p>
      <w:pPr>
        <w:pStyle w:val="2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both"/>
        <w:textAlignment w:val="auto"/>
        <w:outlineLvl w:val="1"/>
        <w:rPr>
          <w:rFonts w:hint="eastAsia"/>
        </w:rPr>
      </w:pPr>
    </w:p>
    <w:p>
      <w:pPr>
        <w:pStyle w:val="20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left="0" w:firstLine="420" w:firstLineChars="200"/>
        <w:jc w:val="both"/>
        <w:textAlignment w:val="auto"/>
        <w:outlineLvl w:val="1"/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textAlignment w:val="auto"/>
        <w:rPr>
          <w:rFonts w:hint="eastAsia"/>
        </w:rPr>
      </w:pPr>
      <w:r>
        <w:rPr>
          <w:rFonts w:hint="eastAsia"/>
        </w:rPr>
        <w:t>甲方</w:t>
      </w:r>
      <w:r>
        <w:rPr>
          <w:rFonts w:hint="eastAsia"/>
          <w:lang w:eastAsia="zh-CN"/>
        </w:rPr>
        <w:t>：</w:t>
      </w:r>
      <w:r>
        <w:rPr>
          <w:rFonts w:hint="eastAsia"/>
        </w:rPr>
        <w:t>________县________农村信用合作社</w:t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乙方(签章)__________________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</w:rPr>
        <w:t>法定代表人(签章)____________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textAlignment w:val="auto"/>
        <w:rPr>
          <w:rFonts w:hint="eastAsia"/>
        </w:rPr>
      </w:pPr>
      <w:r>
        <w:rPr>
          <w:rFonts w:hint="eastAsia"/>
        </w:rPr>
        <w:t>________年____月____日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firstLine="420" w:firstLineChars="200"/>
        <w:textAlignment w:val="auto"/>
        <w:rPr>
          <w:rFonts w:hint="eastAsia"/>
          <w:lang w:val="en-US" w:eastAsia="zh-CN"/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425" w:num="1"/>
      <w:titlePg/>
      <w:docGrid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ind w:firstLine="36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ind w:firstLine="36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ind w:firstLine="360"/>
                            <w:rPr>
                              <w:sz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z&#10;SVju0AAAAAUBAAAPAAAAAAAAAAEAIAAAACIAAABkcnMvZG93bnJldi54bWxQSwECFAAUAAAACACH&#10;TuJAvQ7dtywCAABVBAAADgAAAAAAAAABACAAAAAfAQAAZHJzL2Uyb0RvYy54bWxQSwUGAAAAAAYA&#10;BgBZAQAAv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ind w:firstLine="360"/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420"/>
      </w:pPr>
      <w:r>
        <w:separator/>
      </w:r>
    </w:p>
  </w:footnote>
  <w:footnote w:type="continuationSeparator" w:id="1">
    <w:p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  <w:p>
    <w:pPr>
      <w:pStyle w:val="7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6D0CC55"/>
    <w:multiLevelType w:val="singleLevel"/>
    <w:tmpl w:val="D6D0CC55"/>
    <w:lvl w:ilvl="0" w:tentative="0">
      <w:start w:val="1"/>
      <w:numFmt w:val="chineseCountingThousand"/>
      <w:suff w:val="space"/>
      <w:lvlText w:val="%1、"/>
      <w:lvlJc w:val="left"/>
      <w:pPr>
        <w:ind w:left="505" w:leftChars="0" w:hanging="85" w:firstLineChars="0"/>
      </w:pPr>
      <w:rPr>
        <w:rFonts w:hint="eastAsia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attachedTemplate r:id="rId1"/>
  <w:documentProtection w:enforcement="0"/>
  <w:defaultTabStop w:val="4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F0687F"/>
    <w:rsid w:val="000C5F51"/>
    <w:rsid w:val="000F33DB"/>
    <w:rsid w:val="0011117B"/>
    <w:rsid w:val="00111468"/>
    <w:rsid w:val="00114015"/>
    <w:rsid w:val="00120AF8"/>
    <w:rsid w:val="001A7C94"/>
    <w:rsid w:val="001C5B36"/>
    <w:rsid w:val="002C6677"/>
    <w:rsid w:val="00302F78"/>
    <w:rsid w:val="003101F2"/>
    <w:rsid w:val="003D24E4"/>
    <w:rsid w:val="00446BD3"/>
    <w:rsid w:val="00542851"/>
    <w:rsid w:val="00542929"/>
    <w:rsid w:val="00560973"/>
    <w:rsid w:val="005A6816"/>
    <w:rsid w:val="005D0D44"/>
    <w:rsid w:val="006E2209"/>
    <w:rsid w:val="006F3DCB"/>
    <w:rsid w:val="00737E63"/>
    <w:rsid w:val="007A0E78"/>
    <w:rsid w:val="007E25DA"/>
    <w:rsid w:val="00920388"/>
    <w:rsid w:val="009348DD"/>
    <w:rsid w:val="009645DF"/>
    <w:rsid w:val="0097473C"/>
    <w:rsid w:val="00A9167A"/>
    <w:rsid w:val="00A93ABA"/>
    <w:rsid w:val="00AB5465"/>
    <w:rsid w:val="00AD033D"/>
    <w:rsid w:val="00B5554B"/>
    <w:rsid w:val="00C57ECE"/>
    <w:rsid w:val="00C91486"/>
    <w:rsid w:val="00CB0AB1"/>
    <w:rsid w:val="00CD54D6"/>
    <w:rsid w:val="00D14AE2"/>
    <w:rsid w:val="00D165BF"/>
    <w:rsid w:val="00D65B64"/>
    <w:rsid w:val="00D7449B"/>
    <w:rsid w:val="00D8434F"/>
    <w:rsid w:val="00DD0B2F"/>
    <w:rsid w:val="00DF1E34"/>
    <w:rsid w:val="00E65A99"/>
    <w:rsid w:val="00E943FF"/>
    <w:rsid w:val="00EE73BB"/>
    <w:rsid w:val="00F20DBF"/>
    <w:rsid w:val="00FA1253"/>
    <w:rsid w:val="00FB7FB0"/>
    <w:rsid w:val="09BC321F"/>
    <w:rsid w:val="0D6C32E0"/>
    <w:rsid w:val="0E4E646B"/>
    <w:rsid w:val="14CD1455"/>
    <w:rsid w:val="16EA5311"/>
    <w:rsid w:val="17F7520C"/>
    <w:rsid w:val="1F4419EA"/>
    <w:rsid w:val="209D6F89"/>
    <w:rsid w:val="20B46CCB"/>
    <w:rsid w:val="2117639C"/>
    <w:rsid w:val="2735773E"/>
    <w:rsid w:val="2B560A34"/>
    <w:rsid w:val="2CB44A0B"/>
    <w:rsid w:val="2D0F2188"/>
    <w:rsid w:val="356002B7"/>
    <w:rsid w:val="37603DF4"/>
    <w:rsid w:val="37E40529"/>
    <w:rsid w:val="39B3328A"/>
    <w:rsid w:val="3C112455"/>
    <w:rsid w:val="3EA96EFB"/>
    <w:rsid w:val="413A1DD8"/>
    <w:rsid w:val="45A41615"/>
    <w:rsid w:val="4AC5172B"/>
    <w:rsid w:val="4B83732D"/>
    <w:rsid w:val="4C017B2B"/>
    <w:rsid w:val="51DA46D8"/>
    <w:rsid w:val="527B25A0"/>
    <w:rsid w:val="56A20039"/>
    <w:rsid w:val="56F0687F"/>
    <w:rsid w:val="5AEF0709"/>
    <w:rsid w:val="5E35730B"/>
    <w:rsid w:val="61F95FCA"/>
    <w:rsid w:val="64836891"/>
    <w:rsid w:val="68884AED"/>
    <w:rsid w:val="699F11B9"/>
    <w:rsid w:val="6A10166C"/>
    <w:rsid w:val="6C664638"/>
    <w:rsid w:val="6D8C08C3"/>
    <w:rsid w:val="6F770C35"/>
    <w:rsid w:val="71A95AE6"/>
    <w:rsid w:val="792C2FB4"/>
    <w:rsid w:val="7ACA1B07"/>
    <w:rsid w:val="7B840D4E"/>
    <w:rsid w:val="7BD818DC"/>
    <w:rsid w:val="7C5438E7"/>
    <w:rsid w:val="7E6B6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tabs>
        <w:tab w:val="left" w:pos="5040"/>
      </w:tabs>
      <w:spacing w:line="400" w:lineRule="exact"/>
      <w:ind w:firstLine="198" w:firstLineChars="200"/>
      <w:jc w:val="both"/>
    </w:pPr>
    <w:rPr>
      <w:rFonts w:ascii="宋体" w:hAnsi="宋体" w:eastAsia="宋体" w:cs="宋体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tabs>
        <w:tab w:val="left" w:pos="5760"/>
      </w:tabs>
      <w:outlineLvl w:val="0"/>
    </w:pPr>
  </w:style>
  <w:style w:type="paragraph" w:styleId="3">
    <w:name w:val="heading 2"/>
    <w:basedOn w:val="2"/>
    <w:next w:val="1"/>
    <w:link w:val="17"/>
    <w:semiHidden/>
    <w:unhideWhenUsed/>
    <w:qFormat/>
    <w:uiPriority w:val="9"/>
    <w:pPr>
      <w:outlineLvl w:val="1"/>
    </w:pPr>
    <w:rPr>
      <w:rFonts w:cstheme="majorBidi"/>
      <w:bCs/>
      <w:szCs w:val="32"/>
    </w:rPr>
  </w:style>
  <w:style w:type="paragraph" w:styleId="4">
    <w:name w:val="heading 3"/>
    <w:basedOn w:val="3"/>
    <w:next w:val="1"/>
    <w:link w:val="13"/>
    <w:qFormat/>
    <w:uiPriority w:val="9"/>
    <w:pPr>
      <w:outlineLvl w:val="2"/>
    </w:pPr>
    <w:rPr>
      <w:bCs w:val="0"/>
      <w:szCs w:val="27"/>
    </w:rPr>
  </w:style>
  <w:style w:type="paragraph" w:styleId="5">
    <w:name w:val="heading 4"/>
    <w:basedOn w:val="4"/>
    <w:next w:val="1"/>
    <w:link w:val="18"/>
    <w:semiHidden/>
    <w:unhideWhenUsed/>
    <w:qFormat/>
    <w:uiPriority w:val="9"/>
    <w:pPr>
      <w:outlineLvl w:val="3"/>
    </w:pPr>
    <w:rPr>
      <w:bCs/>
      <w:szCs w:val="28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0"/>
    <w:pPr>
      <w:spacing w:beforeAutospacing="1" w:afterAutospacing="1"/>
    </w:pPr>
    <w:rPr>
      <w:rFonts w:cs="Times New Roman"/>
    </w:rPr>
  </w:style>
  <w:style w:type="paragraph" w:styleId="9">
    <w:name w:val="Title"/>
    <w:basedOn w:val="1"/>
    <w:next w:val="1"/>
    <w:link w:val="16"/>
    <w:qFormat/>
    <w:uiPriority w:val="10"/>
    <w:pPr>
      <w:tabs>
        <w:tab w:val="left" w:pos="5760"/>
      </w:tabs>
      <w:spacing w:before="240" w:after="240" w:line="240" w:lineRule="atLeast"/>
      <w:ind w:firstLine="0" w:firstLineChars="0"/>
      <w:jc w:val="center"/>
      <w:outlineLvl w:val="0"/>
    </w:pPr>
    <w:rPr>
      <w:rFonts w:ascii="黑体" w:hAnsi="黑体" w:eastAsia="黑体" w:cstheme="majorBidi"/>
      <w:bCs/>
      <w:sz w:val="36"/>
      <w:szCs w:val="32"/>
    </w:rPr>
  </w:style>
  <w:style w:type="character" w:styleId="12">
    <w:name w:val="Hyperlink"/>
    <w:basedOn w:val="11"/>
    <w:semiHidden/>
    <w:unhideWhenUsed/>
    <w:qFormat/>
    <w:uiPriority w:val="99"/>
    <w:rPr>
      <w:color w:val="0000FF"/>
      <w:u w:val="single"/>
    </w:rPr>
  </w:style>
  <w:style w:type="character" w:customStyle="1" w:styleId="13">
    <w:name w:val="标题 3 字符"/>
    <w:basedOn w:val="11"/>
    <w:link w:val="4"/>
    <w:qFormat/>
    <w:uiPriority w:val="9"/>
    <w:rPr>
      <w:rFonts w:ascii="宋体" w:hAnsi="宋体" w:cstheme="majorBidi"/>
      <w:sz w:val="21"/>
      <w:szCs w:val="27"/>
    </w:rPr>
  </w:style>
  <w:style w:type="character" w:customStyle="1" w:styleId="14">
    <w:name w:val="页眉 字符"/>
    <w:basedOn w:val="11"/>
    <w:link w:val="7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5">
    <w:name w:val="页脚 字符"/>
    <w:basedOn w:val="11"/>
    <w:link w:val="6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6">
    <w:name w:val="标题 字符"/>
    <w:basedOn w:val="11"/>
    <w:link w:val="9"/>
    <w:qFormat/>
    <w:uiPriority w:val="10"/>
    <w:rPr>
      <w:rFonts w:ascii="黑体" w:hAnsi="黑体" w:eastAsia="黑体" w:cstheme="majorBidi"/>
      <w:bCs/>
      <w:sz w:val="36"/>
      <w:szCs w:val="32"/>
    </w:rPr>
  </w:style>
  <w:style w:type="character" w:customStyle="1" w:styleId="17">
    <w:name w:val="标题 2 字符"/>
    <w:basedOn w:val="11"/>
    <w:link w:val="3"/>
    <w:semiHidden/>
    <w:qFormat/>
    <w:uiPriority w:val="9"/>
    <w:rPr>
      <w:rFonts w:ascii="宋体" w:hAnsi="宋体" w:cstheme="majorBidi"/>
      <w:bCs/>
      <w:sz w:val="21"/>
      <w:szCs w:val="32"/>
    </w:rPr>
  </w:style>
  <w:style w:type="character" w:customStyle="1" w:styleId="18">
    <w:name w:val="标题 4 字符"/>
    <w:basedOn w:val="11"/>
    <w:link w:val="5"/>
    <w:semiHidden/>
    <w:qFormat/>
    <w:uiPriority w:val="9"/>
    <w:rPr>
      <w:rFonts w:ascii="宋体" w:hAnsi="宋体" w:cstheme="majorBidi"/>
      <w:bCs/>
      <w:sz w:val="21"/>
      <w:szCs w:val="28"/>
    </w:rPr>
  </w:style>
  <w:style w:type="paragraph" w:customStyle="1" w:styleId="19">
    <w:name w:val="稻壳合同样式 1级"/>
    <w:basedOn w:val="1"/>
    <w:qFormat/>
    <w:uiPriority w:val="0"/>
    <w:pPr>
      <w:tabs>
        <w:tab w:val="clear" w:pos="5040"/>
      </w:tabs>
      <w:ind w:firstLine="720"/>
      <w:outlineLvl w:val="0"/>
    </w:pPr>
    <w:rPr>
      <w:rFonts w:hint="eastAsia"/>
    </w:rPr>
  </w:style>
  <w:style w:type="paragraph" w:customStyle="1" w:styleId="20">
    <w:name w:val="稻壳合同样式 2级"/>
    <w:basedOn w:val="1"/>
    <w:qFormat/>
    <w:uiPriority w:val="0"/>
    <w:pPr>
      <w:tabs>
        <w:tab w:val="clear" w:pos="5040"/>
      </w:tabs>
      <w:ind w:firstLine="720"/>
      <w:outlineLvl w:val="1"/>
    </w:pPr>
    <w:rPr>
      <w:rFonts w:hint="eastAsia"/>
    </w:rPr>
  </w:style>
  <w:style w:type="paragraph" w:customStyle="1" w:styleId="21">
    <w:name w:val="稻壳合同样式 3级"/>
    <w:basedOn w:val="1"/>
    <w:qFormat/>
    <w:uiPriority w:val="0"/>
    <w:pPr>
      <w:tabs>
        <w:tab w:val="clear" w:pos="5040"/>
      </w:tabs>
      <w:ind w:firstLine="720"/>
      <w:outlineLvl w:val="2"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NGMEI\AppData\Roaming\kingsoft\office6\templates\download\ea1e3648-5610-4c13-b8dd-cea826432164\&#20892;&#26449;&#25151;&#20135;&#36716;&#35753;&#21512;&#21516;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农村房产转让合同.docx</Template>
  <Pages>2</Pages>
  <Words>761</Words>
  <Characters>929</Characters>
  <Lines>4</Lines>
  <Paragraphs>1</Paragraphs>
  <TotalTime>1</TotalTime>
  <ScaleCrop>false</ScaleCrop>
  <LinksUpToDate>false</LinksUpToDate>
  <CharactersWithSpaces>931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2021-09-17T09:06:00Z</dcterms:created>
  <dc:creator>Along</dc:creator>
  <cp:lastModifiedBy>Along</cp:lastModifiedBy>
  <dcterms:modified xsi:type="dcterms:W3CDTF">2021-09-17T09:06:43Z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KSOTemplateUUID">
    <vt:lpwstr>v1.0_mb_iz6grK41rAQ3y7qxPTNDAw==</vt:lpwstr>
  </property>
  <property fmtid="{D5CDD505-2E9C-101B-9397-08002B2CF9AE}" pid="4" name="ICV">
    <vt:lpwstr>0B7A75E4319C4F8E800F25F083D06B79</vt:lpwstr>
  </property>
</Properties>
</file>